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19" w:rsidRPr="001A0CCB" w:rsidRDefault="00404519" w:rsidP="00A72A8E">
      <w:pPr>
        <w:spacing w:line="345" w:lineRule="auto"/>
        <w:ind w:left="3898" w:right="4458"/>
        <w:rPr>
          <w:b/>
          <w:sz w:val="24"/>
          <w:szCs w:val="24"/>
        </w:rPr>
      </w:pPr>
    </w:p>
    <w:p w:rsidR="00404519" w:rsidRPr="001A0CCB" w:rsidRDefault="00404519" w:rsidP="00373186">
      <w:pPr>
        <w:spacing w:line="345" w:lineRule="auto"/>
        <w:ind w:right="4393"/>
        <w:rPr>
          <w:b/>
          <w:sz w:val="24"/>
          <w:szCs w:val="24"/>
        </w:rPr>
      </w:pPr>
    </w:p>
    <w:p w:rsidR="00404519" w:rsidRPr="001A0CCB" w:rsidRDefault="00404519" w:rsidP="00373186">
      <w:pPr>
        <w:spacing w:line="345" w:lineRule="auto"/>
        <w:ind w:right="4458"/>
        <w:rPr>
          <w:b/>
          <w:sz w:val="24"/>
          <w:szCs w:val="24"/>
        </w:rPr>
      </w:pPr>
      <w:r w:rsidRPr="001A0CCB">
        <w:rPr>
          <w:b/>
          <w:sz w:val="24"/>
          <w:szCs w:val="24"/>
        </w:rPr>
        <w:t xml:space="preserve">                                               </w:t>
      </w:r>
    </w:p>
    <w:p w:rsidR="00404519" w:rsidRPr="001A0CCB" w:rsidRDefault="00404519" w:rsidP="00373186">
      <w:pPr>
        <w:spacing w:line="345" w:lineRule="auto"/>
        <w:ind w:right="4458"/>
        <w:rPr>
          <w:b/>
          <w:sz w:val="24"/>
          <w:szCs w:val="24"/>
        </w:rPr>
      </w:pPr>
    </w:p>
    <w:p w:rsidR="00404519" w:rsidRPr="001A0CCB" w:rsidRDefault="00404519" w:rsidP="00F73609">
      <w:pPr>
        <w:spacing w:line="345" w:lineRule="auto"/>
        <w:ind w:right="4458"/>
        <w:jc w:val="center"/>
        <w:rPr>
          <w:b/>
          <w:sz w:val="24"/>
          <w:szCs w:val="24"/>
        </w:rPr>
      </w:pPr>
      <w:r w:rsidRPr="001A0CCB"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 xml:space="preserve">                                                             </w:t>
      </w:r>
      <w:r w:rsidRPr="001A0CCB">
        <w:rPr>
          <w:b/>
          <w:sz w:val="24"/>
          <w:szCs w:val="24"/>
        </w:rPr>
        <w:t xml:space="preserve">   ОБРАЗАЦ  СТРУКТУРЕ ЦЕНЕ</w:t>
      </w:r>
    </w:p>
    <w:p w:rsidR="00404519" w:rsidRPr="001A0CCB" w:rsidRDefault="00404519" w:rsidP="00373186">
      <w:pPr>
        <w:spacing w:line="345" w:lineRule="auto"/>
        <w:ind w:right="4393"/>
        <w:rPr>
          <w:b/>
          <w:sz w:val="24"/>
          <w:szCs w:val="24"/>
        </w:rPr>
      </w:pPr>
    </w:p>
    <w:p w:rsidR="00404519" w:rsidRPr="001A0CCB" w:rsidRDefault="00404519" w:rsidP="00F62D17">
      <w:pPr>
        <w:tabs>
          <w:tab w:val="left" w:leader="underscore" w:pos="5670"/>
        </w:tabs>
        <w:jc w:val="both"/>
        <w:rPr>
          <w:i/>
          <w:iCs/>
          <w:sz w:val="24"/>
          <w:szCs w:val="24"/>
        </w:rPr>
      </w:pPr>
      <w:r w:rsidRPr="001A0CCB">
        <w:rPr>
          <w:iCs/>
          <w:sz w:val="24"/>
          <w:szCs w:val="24"/>
        </w:rPr>
        <w:t xml:space="preserve">     Јавна набавка у отвореном поступку број 16/2022</w:t>
      </w:r>
    </w:p>
    <w:p w:rsidR="00404519" w:rsidRPr="001A0CCB" w:rsidRDefault="00404519" w:rsidP="00A72A8E">
      <w:pPr>
        <w:pStyle w:val="BodyText"/>
      </w:pPr>
    </w:p>
    <w:p w:rsidR="00404519" w:rsidRPr="001A0CCB" w:rsidRDefault="00404519" w:rsidP="00F62D17">
      <w:pPr>
        <w:jc w:val="both"/>
        <w:rPr>
          <w:b/>
          <w:bCs/>
          <w:sz w:val="24"/>
          <w:szCs w:val="24"/>
          <w:lang w:val="sr-Cyrl-CS"/>
        </w:rPr>
      </w:pPr>
      <w:r w:rsidRPr="001A0CCB">
        <w:rPr>
          <w:b/>
          <w:bCs/>
          <w:sz w:val="24"/>
          <w:szCs w:val="24"/>
          <w:lang w:val="sr-Cyrl-CS"/>
        </w:rPr>
        <w:t>Íŕáŕâęŕ óńëóăŕ-číňĺđíĺň (ĎŕđňčĽŕ 2):</w:t>
      </w:r>
    </w:p>
    <w:p w:rsidR="00404519" w:rsidRPr="001A0CCB" w:rsidRDefault="00404519" w:rsidP="00F62D17">
      <w:pPr>
        <w:jc w:val="both"/>
        <w:rPr>
          <w:b/>
          <w:bCs/>
          <w:sz w:val="24"/>
          <w:szCs w:val="24"/>
          <w:lang w:val="sr-Cyrl-CS"/>
        </w:rPr>
      </w:pPr>
    </w:p>
    <w:p w:rsidR="00404519" w:rsidRPr="001A0CCB" w:rsidRDefault="00404519" w:rsidP="00F62D17">
      <w:pPr>
        <w:jc w:val="both"/>
        <w:rPr>
          <w:b/>
          <w:bCs/>
          <w:sz w:val="24"/>
          <w:szCs w:val="24"/>
          <w:lang w:val="sr-Cyrl-CS"/>
        </w:rPr>
      </w:pPr>
    </w:p>
    <w:p w:rsidR="00404519" w:rsidRPr="001A0CCB" w:rsidRDefault="00404519" w:rsidP="00F62D17">
      <w:pPr>
        <w:jc w:val="both"/>
        <w:rPr>
          <w:b/>
          <w:bCs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2310"/>
        <w:gridCol w:w="2311"/>
        <w:gridCol w:w="2190"/>
      </w:tblGrid>
      <w:tr w:rsidR="00404519" w:rsidRPr="001A0CCB" w:rsidTr="00546441">
        <w:tc>
          <w:tcPr>
            <w:tcW w:w="1260" w:type="dxa"/>
          </w:tcPr>
          <w:p w:rsidR="00404519" w:rsidRPr="001A0CCB" w:rsidRDefault="00404519" w:rsidP="00546441">
            <w:pPr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1A0CCB">
              <w:rPr>
                <w:b/>
                <w:bCs/>
                <w:sz w:val="24"/>
                <w:szCs w:val="24"/>
                <w:lang w:val="sr-Cyrl-CS"/>
              </w:rPr>
              <w:t>Đĺäíč áđ.</w:t>
            </w:r>
          </w:p>
        </w:tc>
        <w:tc>
          <w:tcPr>
            <w:tcW w:w="2310" w:type="dxa"/>
          </w:tcPr>
          <w:p w:rsidR="00404519" w:rsidRPr="001A0CCB" w:rsidRDefault="00404519" w:rsidP="00546441">
            <w:pPr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1A0CCB">
              <w:rPr>
                <w:b/>
                <w:bCs/>
                <w:sz w:val="24"/>
                <w:szCs w:val="24"/>
                <w:lang w:val="sr-Cyrl-CS"/>
              </w:rPr>
              <w:t>Íŕçčâ óńëóăŕ</w:t>
            </w:r>
          </w:p>
        </w:tc>
        <w:tc>
          <w:tcPr>
            <w:tcW w:w="2311" w:type="dxa"/>
          </w:tcPr>
          <w:p w:rsidR="00404519" w:rsidRPr="001A0CCB" w:rsidRDefault="00404519" w:rsidP="00546441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1A0CCB">
              <w:rPr>
                <w:sz w:val="24"/>
                <w:szCs w:val="24"/>
                <w:lang w:val="sr-Cyrl-CS"/>
              </w:rPr>
              <w:t>Цена на месечном нивоу у динарима без ПДВ-а</w:t>
            </w:r>
          </w:p>
          <w:p w:rsidR="00404519" w:rsidRPr="001A0CCB" w:rsidRDefault="00404519" w:rsidP="00546441">
            <w:pPr>
              <w:jc w:val="both"/>
              <w:rPr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90" w:type="dxa"/>
          </w:tcPr>
          <w:p w:rsidR="00404519" w:rsidRPr="001A0CCB" w:rsidRDefault="00404519" w:rsidP="00546441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1A0CCB">
              <w:rPr>
                <w:sz w:val="24"/>
                <w:szCs w:val="24"/>
                <w:lang w:val="sr-Cyrl-CS"/>
              </w:rPr>
              <w:t>Цена на месечном нивоу у динарима са ПДВ-ом</w:t>
            </w:r>
          </w:p>
          <w:p w:rsidR="00404519" w:rsidRPr="001A0CCB" w:rsidRDefault="00404519" w:rsidP="00546441">
            <w:pPr>
              <w:rPr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04519" w:rsidRPr="001A0CCB" w:rsidTr="00546441">
        <w:tc>
          <w:tcPr>
            <w:tcW w:w="1260" w:type="dxa"/>
          </w:tcPr>
          <w:p w:rsidR="00404519" w:rsidRPr="001A0CCB" w:rsidRDefault="00404519" w:rsidP="00546441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1A0CCB">
              <w:rPr>
                <w:b/>
                <w:bCs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310" w:type="dxa"/>
          </w:tcPr>
          <w:p w:rsidR="00404519" w:rsidRPr="001A0CCB" w:rsidRDefault="00404519" w:rsidP="00546441">
            <w:pPr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1A0CCB">
              <w:rPr>
                <w:sz w:val="24"/>
                <w:szCs w:val="24"/>
                <w:lang w:val="sr-Cyrl-CS"/>
              </w:rPr>
              <w:t>Интернет</w:t>
            </w:r>
            <w:r w:rsidRPr="001A0CCB">
              <w:rPr>
                <w:sz w:val="24"/>
                <w:szCs w:val="24"/>
                <w:lang w:val="sr-Cyrl-CS"/>
              </w:rPr>
              <w:br/>
              <w:t>(по спецификацији од тачке 1. до тачке 12.)</w:t>
            </w:r>
          </w:p>
        </w:tc>
        <w:tc>
          <w:tcPr>
            <w:tcW w:w="2311" w:type="dxa"/>
          </w:tcPr>
          <w:p w:rsidR="00404519" w:rsidRPr="001A0CCB" w:rsidRDefault="00404519" w:rsidP="00546441">
            <w:pPr>
              <w:jc w:val="both"/>
              <w:rPr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90" w:type="dxa"/>
          </w:tcPr>
          <w:p w:rsidR="00404519" w:rsidRPr="001A0CCB" w:rsidRDefault="00404519" w:rsidP="00546441">
            <w:pPr>
              <w:rPr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04519" w:rsidRPr="001A0CCB" w:rsidTr="00546441">
        <w:tc>
          <w:tcPr>
            <w:tcW w:w="1260" w:type="dxa"/>
          </w:tcPr>
          <w:p w:rsidR="00404519" w:rsidRPr="001A0CCB" w:rsidRDefault="00404519" w:rsidP="00546441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  <w:r w:rsidRPr="001A0CCB">
              <w:rPr>
                <w:b/>
                <w:bCs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310" w:type="dxa"/>
          </w:tcPr>
          <w:p w:rsidR="00404519" w:rsidRPr="001A0CCB" w:rsidRDefault="00404519" w:rsidP="00546441">
            <w:pPr>
              <w:rPr>
                <w:sz w:val="24"/>
                <w:szCs w:val="24"/>
                <w:lang w:val="sr-Latn-CS"/>
              </w:rPr>
            </w:pPr>
            <w:r w:rsidRPr="001A0CCB">
              <w:rPr>
                <w:sz w:val="24"/>
                <w:szCs w:val="24"/>
                <w:lang w:val="sr-Cyrl-CS"/>
              </w:rPr>
              <w:t xml:space="preserve">Понуђена брзина протока </w:t>
            </w:r>
          </w:p>
          <w:p w:rsidR="00404519" w:rsidRPr="001A0CCB" w:rsidRDefault="00404519" w:rsidP="00546441">
            <w:pPr>
              <w:rPr>
                <w:sz w:val="24"/>
                <w:szCs w:val="24"/>
                <w:lang w:val="sr-Latn-CS"/>
              </w:rPr>
            </w:pPr>
            <w:r w:rsidRPr="001A0CCB">
              <w:rPr>
                <w:sz w:val="24"/>
                <w:szCs w:val="24"/>
                <w:lang w:val="sr-Cyrl-CS"/>
              </w:rPr>
              <w:t>_____</w:t>
            </w:r>
            <w:r w:rsidRPr="001A0CCB">
              <w:rPr>
                <w:sz w:val="24"/>
                <w:szCs w:val="24"/>
                <w:lang w:val="sr-Latn-CS"/>
              </w:rPr>
              <w:t>M</w:t>
            </w:r>
            <w:r w:rsidRPr="001A0CCB">
              <w:rPr>
                <w:sz w:val="24"/>
                <w:szCs w:val="24"/>
                <w:lang w:val="sr-Cyrl-CS"/>
              </w:rPr>
              <w:t>b/s Download</w:t>
            </w:r>
          </w:p>
          <w:p w:rsidR="00404519" w:rsidRPr="001A0CCB" w:rsidRDefault="00404519" w:rsidP="00546441">
            <w:pPr>
              <w:rPr>
                <w:sz w:val="24"/>
                <w:szCs w:val="24"/>
                <w:lang w:val="sr-Latn-CS"/>
              </w:rPr>
            </w:pPr>
          </w:p>
          <w:p w:rsidR="00404519" w:rsidRPr="001A0CCB" w:rsidRDefault="00404519" w:rsidP="00546441">
            <w:pPr>
              <w:rPr>
                <w:sz w:val="24"/>
                <w:szCs w:val="24"/>
                <w:lang w:val="sr-Latn-CS"/>
              </w:rPr>
            </w:pPr>
            <w:r w:rsidRPr="001A0CCB">
              <w:rPr>
                <w:sz w:val="24"/>
                <w:szCs w:val="24"/>
                <w:lang w:val="sr-Latn-CS"/>
              </w:rPr>
              <w:t>_____ Mbs Upload</w:t>
            </w:r>
          </w:p>
          <w:p w:rsidR="00404519" w:rsidRPr="001A0CCB" w:rsidRDefault="00404519" w:rsidP="00546441">
            <w:pPr>
              <w:rPr>
                <w:sz w:val="24"/>
                <w:szCs w:val="24"/>
                <w:lang w:val="sr-Latn-CS"/>
              </w:rPr>
            </w:pPr>
          </w:p>
        </w:tc>
        <w:tc>
          <w:tcPr>
            <w:tcW w:w="2311" w:type="dxa"/>
          </w:tcPr>
          <w:p w:rsidR="00404519" w:rsidRPr="001A0CCB" w:rsidRDefault="00404519" w:rsidP="00546441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90" w:type="dxa"/>
          </w:tcPr>
          <w:p w:rsidR="00404519" w:rsidRPr="001A0CCB" w:rsidRDefault="00404519" w:rsidP="00546441">
            <w:pPr>
              <w:rPr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04519" w:rsidRPr="001A0CCB" w:rsidTr="00546441">
        <w:tc>
          <w:tcPr>
            <w:tcW w:w="1260" w:type="dxa"/>
          </w:tcPr>
          <w:p w:rsidR="00404519" w:rsidRPr="001A0CCB" w:rsidRDefault="00404519" w:rsidP="00546441">
            <w:pPr>
              <w:jc w:val="center"/>
              <w:rPr>
                <w:b/>
                <w:bCs/>
                <w:sz w:val="24"/>
                <w:szCs w:val="24"/>
              </w:rPr>
            </w:pPr>
            <w:r w:rsidRPr="001A0CCB">
              <w:rPr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2310" w:type="dxa"/>
          </w:tcPr>
          <w:p w:rsidR="00404519" w:rsidRPr="001A0CCB" w:rsidRDefault="00404519" w:rsidP="00546441">
            <w:pPr>
              <w:rPr>
                <w:sz w:val="24"/>
                <w:szCs w:val="24"/>
              </w:rPr>
            </w:pPr>
            <w:r w:rsidRPr="001A0CCB">
              <w:rPr>
                <w:sz w:val="24"/>
                <w:szCs w:val="24"/>
              </w:rPr>
              <w:t>Пренос података</w:t>
            </w:r>
          </w:p>
          <w:p w:rsidR="00404519" w:rsidRPr="001A0CCB" w:rsidRDefault="00404519" w:rsidP="00546441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404519" w:rsidRPr="001A0CCB" w:rsidRDefault="00404519" w:rsidP="00546441">
            <w:pPr>
              <w:jc w:val="center"/>
              <w:rPr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90" w:type="dxa"/>
          </w:tcPr>
          <w:p w:rsidR="00404519" w:rsidRPr="001A0CCB" w:rsidRDefault="00404519" w:rsidP="00546441">
            <w:pPr>
              <w:rPr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404519" w:rsidRPr="001A0CCB" w:rsidRDefault="00404519" w:rsidP="00F62D17">
      <w:pPr>
        <w:jc w:val="both"/>
        <w:rPr>
          <w:b/>
          <w:bCs/>
          <w:sz w:val="24"/>
          <w:szCs w:val="24"/>
          <w:lang w:val="sr-Cyrl-CS"/>
        </w:rPr>
      </w:pPr>
    </w:p>
    <w:p w:rsidR="00404519" w:rsidRPr="001A0CCB" w:rsidRDefault="00404519" w:rsidP="00F62D17">
      <w:pPr>
        <w:jc w:val="both"/>
        <w:rPr>
          <w:b/>
          <w:bCs/>
          <w:sz w:val="24"/>
          <w:szCs w:val="24"/>
          <w:lang w:val="sr-Cyrl-CS"/>
        </w:rPr>
      </w:pPr>
    </w:p>
    <w:p w:rsidR="00404519" w:rsidRPr="001A0CCB" w:rsidRDefault="00404519" w:rsidP="00F62D17">
      <w:pPr>
        <w:jc w:val="both"/>
        <w:rPr>
          <w:b/>
          <w:bCs/>
          <w:sz w:val="24"/>
          <w:szCs w:val="24"/>
          <w:lang w:val="sr-Cyrl-CS"/>
        </w:rPr>
      </w:pPr>
    </w:p>
    <w:p w:rsidR="00404519" w:rsidRPr="001A0CCB" w:rsidRDefault="00404519" w:rsidP="00F62D17">
      <w:pPr>
        <w:rPr>
          <w:sz w:val="24"/>
          <w:szCs w:val="24"/>
          <w:lang w:val="ru-RU"/>
        </w:rPr>
      </w:pPr>
      <w:r w:rsidRPr="001A0CCB">
        <w:rPr>
          <w:sz w:val="24"/>
          <w:szCs w:val="24"/>
          <w:lang w:val="sr-Cyrl-CS"/>
        </w:rPr>
        <w:t>Важност понуде износи ____  ( _____________________)  дана од дана отварања понуда ( не краћи од 30 дана ).                           словима</w:t>
      </w:r>
    </w:p>
    <w:p w:rsidR="00404519" w:rsidRPr="001A0CCB" w:rsidRDefault="00404519" w:rsidP="00F62D17">
      <w:pPr>
        <w:jc w:val="both"/>
        <w:rPr>
          <w:bCs/>
          <w:sz w:val="24"/>
          <w:szCs w:val="24"/>
          <w:lang w:val="sr-Cyrl-CS"/>
        </w:rPr>
      </w:pPr>
    </w:p>
    <w:p w:rsidR="00404519" w:rsidRPr="001A0CCB" w:rsidRDefault="00404519" w:rsidP="00F62D17">
      <w:pPr>
        <w:tabs>
          <w:tab w:val="left" w:pos="6649"/>
        </w:tabs>
        <w:jc w:val="both"/>
        <w:rPr>
          <w:b/>
          <w:bCs/>
          <w:i/>
          <w:iCs/>
          <w:color w:val="002060"/>
          <w:sz w:val="24"/>
          <w:szCs w:val="24"/>
          <w:lang w:val="sr-Cyrl-CS"/>
        </w:rPr>
      </w:pPr>
    </w:p>
    <w:p w:rsidR="00404519" w:rsidRPr="001A0CCB" w:rsidRDefault="00404519" w:rsidP="00F62D17">
      <w:pPr>
        <w:tabs>
          <w:tab w:val="left" w:pos="6649"/>
        </w:tabs>
        <w:jc w:val="both"/>
        <w:rPr>
          <w:b/>
          <w:bCs/>
          <w:i/>
          <w:iCs/>
          <w:color w:val="002060"/>
          <w:sz w:val="24"/>
          <w:szCs w:val="24"/>
          <w:lang w:val="sr-Latn-CS"/>
        </w:rPr>
      </w:pPr>
    </w:p>
    <w:p w:rsidR="00404519" w:rsidRPr="001A0CCB" w:rsidRDefault="00404519" w:rsidP="00F62D17">
      <w:pPr>
        <w:tabs>
          <w:tab w:val="left" w:pos="6649"/>
        </w:tabs>
        <w:jc w:val="both"/>
        <w:rPr>
          <w:b/>
          <w:bCs/>
          <w:i/>
          <w:iCs/>
          <w:color w:val="002060"/>
          <w:sz w:val="24"/>
          <w:szCs w:val="24"/>
          <w:lang w:val="sr-Latn-CS"/>
        </w:rPr>
      </w:pPr>
    </w:p>
    <w:p w:rsidR="00404519" w:rsidRPr="001A0CCB" w:rsidRDefault="00404519" w:rsidP="00F62D17">
      <w:pPr>
        <w:tabs>
          <w:tab w:val="left" w:pos="2579"/>
        </w:tabs>
        <w:rPr>
          <w:b/>
          <w:sz w:val="24"/>
          <w:szCs w:val="24"/>
          <w:lang w:val="sr-Cyrl-CS"/>
        </w:rPr>
      </w:pPr>
      <w:r w:rsidRPr="001A0CCB">
        <w:rPr>
          <w:b/>
          <w:sz w:val="24"/>
          <w:szCs w:val="24"/>
          <w:lang w:val="sr-Cyrl-CS"/>
        </w:rPr>
        <w:t>Обзиром да су у овом обрасцу садржани основни елементи понуђене цене сматраће се и обрасцем структуре цене</w:t>
      </w:r>
      <w:r w:rsidRPr="001A0CCB">
        <w:rPr>
          <w:sz w:val="24"/>
          <w:szCs w:val="24"/>
          <w:lang w:val="sr-Cyrl-CS"/>
        </w:rPr>
        <w:t>.</w:t>
      </w:r>
    </w:p>
    <w:p w:rsidR="00404519" w:rsidRPr="00F73609" w:rsidRDefault="00404519" w:rsidP="00A72A8E">
      <w:pPr>
        <w:pStyle w:val="BodyText"/>
        <w:spacing w:before="2"/>
        <w:rPr>
          <w:rFonts w:ascii="Arial" w:hAnsi="Arial" w:cs="Arial"/>
          <w:sz w:val="18"/>
          <w:szCs w:val="18"/>
        </w:rPr>
      </w:pPr>
    </w:p>
    <w:sectPr w:rsidR="00404519" w:rsidRPr="00F73609" w:rsidSect="001565D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37DC343F"/>
    <w:multiLevelType w:val="hybridMultilevel"/>
    <w:tmpl w:val="24B6C1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2A8E"/>
    <w:rsid w:val="00067BFE"/>
    <w:rsid w:val="001565D6"/>
    <w:rsid w:val="00160D93"/>
    <w:rsid w:val="001A0CCB"/>
    <w:rsid w:val="001A4351"/>
    <w:rsid w:val="002166F1"/>
    <w:rsid w:val="002D3397"/>
    <w:rsid w:val="00306997"/>
    <w:rsid w:val="0035594E"/>
    <w:rsid w:val="00373186"/>
    <w:rsid w:val="00381F44"/>
    <w:rsid w:val="00404519"/>
    <w:rsid w:val="004636D9"/>
    <w:rsid w:val="0047720B"/>
    <w:rsid w:val="004A4FE1"/>
    <w:rsid w:val="004E2ACE"/>
    <w:rsid w:val="00546441"/>
    <w:rsid w:val="005E1128"/>
    <w:rsid w:val="00603441"/>
    <w:rsid w:val="00626FD9"/>
    <w:rsid w:val="00657632"/>
    <w:rsid w:val="00684919"/>
    <w:rsid w:val="006B06BE"/>
    <w:rsid w:val="006C30C0"/>
    <w:rsid w:val="006E5C35"/>
    <w:rsid w:val="00751993"/>
    <w:rsid w:val="0083708A"/>
    <w:rsid w:val="0086376D"/>
    <w:rsid w:val="008662B8"/>
    <w:rsid w:val="00873269"/>
    <w:rsid w:val="00881723"/>
    <w:rsid w:val="008C5012"/>
    <w:rsid w:val="00942642"/>
    <w:rsid w:val="009D2A34"/>
    <w:rsid w:val="00A067E8"/>
    <w:rsid w:val="00A72A8E"/>
    <w:rsid w:val="00AD5896"/>
    <w:rsid w:val="00AF33C8"/>
    <w:rsid w:val="00B20709"/>
    <w:rsid w:val="00B30CCA"/>
    <w:rsid w:val="00B45158"/>
    <w:rsid w:val="00BE1C2D"/>
    <w:rsid w:val="00C00B96"/>
    <w:rsid w:val="00C20CED"/>
    <w:rsid w:val="00C3640C"/>
    <w:rsid w:val="00CA207F"/>
    <w:rsid w:val="00CB131B"/>
    <w:rsid w:val="00D060B6"/>
    <w:rsid w:val="00DD5F59"/>
    <w:rsid w:val="00E26241"/>
    <w:rsid w:val="00E52F5F"/>
    <w:rsid w:val="00E772BF"/>
    <w:rsid w:val="00F14AB8"/>
    <w:rsid w:val="00F62D17"/>
    <w:rsid w:val="00F73609"/>
    <w:rsid w:val="00F86D83"/>
    <w:rsid w:val="00F86DB6"/>
    <w:rsid w:val="00FB3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8E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A72A8E"/>
    <w:pPr>
      <w:ind w:left="3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2A8E"/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A72A8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72A8E"/>
    <w:rPr>
      <w:rFonts w:ascii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99"/>
    <w:rsid w:val="00A72A8E"/>
  </w:style>
  <w:style w:type="paragraph" w:styleId="ListParagraph">
    <w:name w:val="List Paragraph"/>
    <w:basedOn w:val="Normal"/>
    <w:uiPriority w:val="99"/>
    <w:qFormat/>
    <w:rsid w:val="00CB131B"/>
    <w:pPr>
      <w:widowControl/>
      <w:suppressAutoHyphens/>
      <w:autoSpaceDE/>
      <w:autoSpaceDN/>
      <w:spacing w:line="100" w:lineRule="atLeast"/>
      <w:ind w:left="720"/>
    </w:pPr>
    <w:rPr>
      <w:rFonts w:eastAsia="Calibri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9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9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115</Words>
  <Characters>657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ОБРАЗАЦ ПОНУДЕ</dc:title>
  <dc:subject/>
  <dc:creator>Tanja Karic</dc:creator>
  <cp:keywords/>
  <dc:description/>
  <cp:lastModifiedBy>Windows User</cp:lastModifiedBy>
  <cp:revision>9</cp:revision>
  <cp:lastPrinted>2021-02-03T07:25:00Z</cp:lastPrinted>
  <dcterms:created xsi:type="dcterms:W3CDTF">2021-09-16T10:22:00Z</dcterms:created>
  <dcterms:modified xsi:type="dcterms:W3CDTF">2022-06-29T06:51:00Z</dcterms:modified>
</cp:coreProperties>
</file>